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ED" w:rsidRDefault="00410DED">
      <w:r>
        <w:t>Ebelver Lewis</w:t>
      </w:r>
      <w:r>
        <w:tab/>
      </w:r>
    </w:p>
    <w:p w:rsidR="00410DED" w:rsidRDefault="00410DED">
      <w:r>
        <w:t>6940 Royal Meadows</w:t>
      </w:r>
    </w:p>
    <w:p w:rsidR="00410DED" w:rsidRDefault="00410DED">
      <w:r>
        <w:t>Port Arthur, TX  77642</w:t>
      </w:r>
    </w:p>
    <w:p w:rsidR="00410DED" w:rsidRDefault="00410DED">
      <w:r>
        <w:t>(409) 727-8833 (home)/(832) 524-8660</w:t>
      </w:r>
    </w:p>
    <w:p w:rsidR="00410DED" w:rsidRDefault="00410DED">
      <w:hyperlink r:id="rId6" w:history="1">
        <w:r>
          <w:rPr>
            <w:color w:val="0000FF"/>
            <w:u w:val="single"/>
          </w:rPr>
          <w:t>elewis@paisd.org</w:t>
        </w:r>
      </w:hyperlink>
    </w:p>
    <w:p w:rsidR="00410DED" w:rsidRDefault="00410DED"/>
    <w:p w:rsidR="00410DED" w:rsidRDefault="00410DED"/>
    <w:p w:rsidR="00410DED" w:rsidRDefault="00410DED"/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  <w:r>
        <w:rPr>
          <w:rFonts w:ascii="Albertus Extra Bold" w:eastAsia="Times New Roman" w:hAnsi="Albertus Extra Bold" w:cs="Albertus Extra Bold"/>
          <w:u w:val="single"/>
        </w:rPr>
        <w:t>Education/Certification</w:t>
      </w:r>
    </w:p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r>
        <w:t>M. Ed.    Education Administration, Lamar University</w:t>
      </w:r>
    </w:p>
    <w:p w:rsidR="00410DED" w:rsidRDefault="00410DED">
      <w:r>
        <w:t xml:space="preserve">               Beaumont, TX  (In Progress)</w:t>
      </w:r>
    </w:p>
    <w:p w:rsidR="00410DED" w:rsidRDefault="00410DED">
      <w:r>
        <w:t>B.G.S.    General Studies (Minor Sociology)</w:t>
      </w:r>
    </w:p>
    <w:p w:rsidR="00410DED" w:rsidRDefault="00410DED">
      <w:r>
        <w:t xml:space="preserve">               Lamar University, Beaumont, TX  1995</w:t>
      </w:r>
    </w:p>
    <w:p w:rsidR="00410DED" w:rsidRDefault="00410DED">
      <w:r>
        <w:t>A.A.S.    Mid-management, Lamar State College</w:t>
      </w:r>
    </w:p>
    <w:p w:rsidR="00410DED" w:rsidRDefault="00410DED">
      <w:r>
        <w:t xml:space="preserve">               Port Arthur, TX                      1982</w:t>
      </w:r>
    </w:p>
    <w:p w:rsidR="00410DED" w:rsidRDefault="00410DED">
      <w:r>
        <w:t xml:space="preserve">               </w:t>
      </w:r>
    </w:p>
    <w:p w:rsidR="00410DED" w:rsidRDefault="00410DED">
      <w:r>
        <w:t xml:space="preserve"> Teaching Certification, State of Texas</w:t>
      </w:r>
    </w:p>
    <w:p w:rsidR="00410DED" w:rsidRDefault="00410DED">
      <w:r>
        <w:t xml:space="preserve">               1-8 (Self-contained)    2001</w:t>
      </w:r>
    </w:p>
    <w:p w:rsidR="00410DED" w:rsidRDefault="00410DED">
      <w:r>
        <w:t xml:space="preserve">               1-8(Math Specialization)  2001 </w:t>
      </w:r>
    </w:p>
    <w:p w:rsidR="00410DED" w:rsidRDefault="00410DED"/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  <w:r>
        <w:rPr>
          <w:rFonts w:ascii="Albertus Extra Bold" w:eastAsia="Times New Roman" w:hAnsi="Albertus Extra Bold" w:cs="Albertus Extra Bold"/>
          <w:u w:val="single"/>
        </w:rPr>
        <w:t>Administrative and Leadership Experience</w:t>
      </w:r>
    </w:p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r>
        <w:tab/>
        <w:t>Mentor Teacher,  Abe Lincoln School of Engineering and Technology</w:t>
      </w:r>
    </w:p>
    <w:p w:rsidR="00410DED" w:rsidRDefault="00410DED">
      <w:r>
        <w:t xml:space="preserve">          </w:t>
      </w:r>
      <w:r>
        <w:tab/>
        <w:t>Port Arthur, Tx  (2010-2011)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Assisted teacher with implementing instructional goals/best practices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Assisted teacher with discipline strategies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Assisted teacher with school procedures, lessoning planning, etc.</w:t>
      </w:r>
    </w:p>
    <w:p w:rsidR="00410DED" w:rsidRDefault="00410DED"/>
    <w:p w:rsidR="00410DED" w:rsidRDefault="00410DED">
      <w:pPr>
        <w:ind w:left="720"/>
      </w:pPr>
      <w:r>
        <w:t>6</w:t>
      </w:r>
      <w:r>
        <w:rPr>
          <w:vertAlign w:val="superscript"/>
        </w:rPr>
        <w:t>th</w:t>
      </w:r>
      <w:r>
        <w:t xml:space="preserve"> Grade Lead Teacher, Edison Middle School</w:t>
      </w:r>
    </w:p>
    <w:p w:rsidR="00410DED" w:rsidRDefault="00410DED">
      <w:pPr>
        <w:ind w:left="720"/>
      </w:pPr>
      <w:r>
        <w:t>Port Arthur, TX (2009-2010)</w:t>
      </w:r>
    </w:p>
    <w:p w:rsidR="00410DED" w:rsidRDefault="00410DED">
      <w:pPr>
        <w:ind w:left="720"/>
      </w:pPr>
      <w:r>
        <w:rPr>
          <w:b/>
          <w:bCs/>
        </w:rPr>
        <w:t xml:space="preserve">●   </w:t>
      </w:r>
      <w:r>
        <w:t>Guided team leaders with instructional models   and implementing curriculum</w:t>
      </w:r>
    </w:p>
    <w:p w:rsidR="00410DED" w:rsidRDefault="00410DED">
      <w:pPr>
        <w:ind w:left="720"/>
      </w:pPr>
      <w:r>
        <w:rPr>
          <w:b/>
          <w:bCs/>
        </w:rPr>
        <w:t>●</w:t>
      </w:r>
      <w:r>
        <w:t xml:space="preserve">   Generated lesson plans with team members</w:t>
      </w:r>
    </w:p>
    <w:p w:rsidR="00410DED" w:rsidRDefault="00410DED">
      <w:r>
        <w:rPr>
          <w:b/>
          <w:bCs/>
        </w:rPr>
        <w:t xml:space="preserve">            ●   </w:t>
      </w:r>
      <w:r>
        <w:t>Evaluated grade level teachers</w:t>
      </w:r>
    </w:p>
    <w:p w:rsidR="00410DED" w:rsidRDefault="00410DED"/>
    <w:p w:rsidR="00410DED" w:rsidRDefault="00410DED">
      <w:r>
        <w:tab/>
        <w:t>Testing Committee Member, Sam Houston Elementary</w:t>
      </w:r>
    </w:p>
    <w:p w:rsidR="00410DED" w:rsidRDefault="00410DED">
      <w:r>
        <w:t xml:space="preserve">            Port Arthur, TX  (2008-2009)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Helped to generate testing schedules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Generated calendars and duty rosters for benchmarks and state exams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Helped to secure/ monitor integrity of testing sites and materials</w:t>
      </w:r>
    </w:p>
    <w:p w:rsidR="00410DED" w:rsidRDefault="00410DED"/>
    <w:p w:rsidR="00410DED" w:rsidRDefault="00410DED">
      <w:pPr>
        <w:ind w:left="720"/>
      </w:pPr>
      <w:r>
        <w:t xml:space="preserve">Grade Level Chairperson, Sam Houston Elementary </w:t>
      </w:r>
    </w:p>
    <w:p w:rsidR="00410DED" w:rsidRDefault="00410DED">
      <w:pPr>
        <w:ind w:left="720"/>
      </w:pPr>
      <w:r>
        <w:t>Port Arthur, TX  (2008-2009)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Presided over weekly meetings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Developed and coordinated plan of action (with principal) for testing success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 xml:space="preserve">Lead committee for End-of –Year Recognition </w:t>
      </w:r>
    </w:p>
    <w:p w:rsidR="00410DED" w:rsidRDefault="00410DED">
      <w:pPr>
        <w:ind w:left="720"/>
      </w:pPr>
      <w:r>
        <w:t>Curriculum Writer, Port Arthur ISD</w:t>
      </w:r>
      <w:r>
        <w:br/>
        <w:t xml:space="preserve"> 5</w:t>
      </w:r>
      <w:r>
        <w:rPr>
          <w:vertAlign w:val="superscript"/>
        </w:rPr>
        <w:t>th</w:t>
      </w:r>
      <w:r>
        <w:t xml:space="preserve"> Grade Math (June 2008) 6</w:t>
      </w:r>
      <w:r>
        <w:rPr>
          <w:vertAlign w:val="superscript"/>
        </w:rPr>
        <w:t>th</w:t>
      </w:r>
      <w:r>
        <w:t xml:space="preserve"> Grade Math (July 2010)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Aligned the required TEKS and the state requirements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Made decisions concerning modifying the scope and sequence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Created supplemental material and aligned available material to meet goals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Analyzed effectiveness of resources for grade expectations</w:t>
      </w:r>
    </w:p>
    <w:p w:rsidR="00410DED" w:rsidRDefault="00410DED">
      <w:pPr>
        <w:ind w:left="720"/>
      </w:pPr>
      <w:r>
        <w:t xml:space="preserve">  </w:t>
      </w:r>
    </w:p>
    <w:p w:rsidR="00410DED" w:rsidRDefault="00410DED">
      <w:pPr>
        <w:ind w:left="720"/>
      </w:pPr>
      <w:r>
        <w:t>Black History Committee Chairperson, Sam Houston Elementary</w:t>
      </w:r>
    </w:p>
    <w:p w:rsidR="00410DED" w:rsidRDefault="00410DED">
      <w:pPr>
        <w:ind w:left="720"/>
      </w:pPr>
      <w:r>
        <w:t>Port Arthur, TX  (2007-2009)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Worked with committee members to organize program/luncheon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Assigned duties to committee members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Set-up history museum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Contacted and secured speaker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Worked with choir director to ensure success of program</w:t>
      </w:r>
    </w:p>
    <w:p w:rsidR="00410DED" w:rsidRDefault="00410DED"/>
    <w:p w:rsidR="00410DED" w:rsidRDefault="00410DED">
      <w:pPr>
        <w:ind w:left="720"/>
      </w:pPr>
      <w:r>
        <w:t>Ard Committee Member, Booker T. Washington Elementary</w:t>
      </w:r>
    </w:p>
    <w:p w:rsidR="00410DED" w:rsidRDefault="00410DED">
      <w:pPr>
        <w:ind w:left="720"/>
      </w:pPr>
      <w:r>
        <w:t>Port Arthur, TX  (2003-2005)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Worked with parents, administrators and teachers to develop best plans</w:t>
      </w:r>
    </w:p>
    <w:p w:rsidR="00410DED" w:rsidRDefault="00410DED">
      <w:pPr>
        <w:ind w:left="1080"/>
      </w:pPr>
      <w:r>
        <w:t>for student success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Monitored student progress and helped teachers to implement changes</w:t>
      </w:r>
    </w:p>
    <w:p w:rsidR="00410DED" w:rsidRDefault="00410DED">
      <w:pPr>
        <w:ind w:left="720"/>
      </w:pPr>
      <w:r>
        <w:t xml:space="preserve">      when appropriate</w:t>
      </w:r>
    </w:p>
    <w:p w:rsidR="00410DED" w:rsidRDefault="00410DED">
      <w:pPr>
        <w:ind w:left="720"/>
      </w:pP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b/>
          <w:bCs/>
          <w:u w:val="single"/>
        </w:rPr>
      </w:pPr>
      <w:r>
        <w:rPr>
          <w:rFonts w:ascii="Albertus Extra Bold" w:eastAsia="Times New Roman" w:hAnsi="Albertus Extra Bold" w:cs="Albertus Extra Bold"/>
          <w:b/>
          <w:bCs/>
          <w:u w:val="single"/>
        </w:rPr>
        <w:t>Teaching Experience</w:t>
      </w: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b/>
          <w:bCs/>
          <w:u w:val="single"/>
        </w:rPr>
      </w:pPr>
    </w:p>
    <w:p w:rsidR="00410DED" w:rsidRDefault="00410DED">
      <w:pPr>
        <w:ind w:left="720"/>
        <w:rPr>
          <w:b/>
          <w:bCs/>
        </w:rPr>
      </w:pPr>
      <w:r>
        <w:rPr>
          <w:b/>
          <w:bCs/>
        </w:rPr>
        <w:t>Lincoln Middle School of Engineering and Technology</w:t>
      </w:r>
    </w:p>
    <w:p w:rsidR="00410DED" w:rsidRDefault="00410DED">
      <w:pPr>
        <w:ind w:left="720"/>
      </w:pPr>
      <w:r>
        <w:t xml:space="preserve"> 6</w:t>
      </w:r>
      <w:r>
        <w:rPr>
          <w:vertAlign w:val="superscript"/>
        </w:rPr>
        <w:t>th</w:t>
      </w:r>
      <w:r>
        <w:t xml:space="preserve"> Grade Math, Mentor Teacher, UIL, Port Arthur, TX               (2010-Present)</w:t>
      </w:r>
    </w:p>
    <w:p w:rsidR="00410DED" w:rsidRDefault="00410DED">
      <w:pPr>
        <w:ind w:left="720"/>
        <w:rPr>
          <w:b/>
          <w:bCs/>
        </w:rPr>
      </w:pPr>
      <w:r>
        <w:rPr>
          <w:b/>
          <w:bCs/>
        </w:rPr>
        <w:t>Thomas A. Edison Themed School</w:t>
      </w:r>
    </w:p>
    <w:p w:rsidR="00410DED" w:rsidRDefault="00410DED">
      <w:pPr>
        <w:ind w:left="720"/>
      </w:pPr>
      <w:r>
        <w:t>6</w:t>
      </w:r>
      <w:r>
        <w:rPr>
          <w:vertAlign w:val="superscript"/>
        </w:rPr>
        <w:t>th</w:t>
      </w:r>
      <w:r>
        <w:t xml:space="preserve"> Grade Math, 6</w:t>
      </w:r>
      <w:r>
        <w:rPr>
          <w:vertAlign w:val="superscript"/>
        </w:rPr>
        <w:t>th</w:t>
      </w:r>
      <w:r>
        <w:t xml:space="preserve"> Grade Lead Teacher. Port Arthur, TX     (2009-2010)</w:t>
      </w:r>
    </w:p>
    <w:p w:rsidR="00410DED" w:rsidRDefault="00410DED">
      <w:pPr>
        <w:ind w:left="720"/>
        <w:rPr>
          <w:b/>
          <w:bCs/>
        </w:rPr>
      </w:pPr>
      <w:r>
        <w:rPr>
          <w:b/>
          <w:bCs/>
        </w:rPr>
        <w:t>Sam Houston Elementary</w:t>
      </w:r>
    </w:p>
    <w:p w:rsidR="00410DED" w:rsidRDefault="00410DED">
      <w:pPr>
        <w:ind w:left="720"/>
      </w:pPr>
      <w:r>
        <w:t>5</w:t>
      </w:r>
      <w:r>
        <w:rPr>
          <w:vertAlign w:val="superscript"/>
        </w:rPr>
        <w:t>th</w:t>
      </w:r>
      <w:r>
        <w:t xml:space="preserve"> Grade Self-contained/ Lead math/Academic Bowl Coach/ Grade level Chair</w:t>
      </w:r>
    </w:p>
    <w:p w:rsidR="00410DED" w:rsidRDefault="00410DED">
      <w:pPr>
        <w:ind w:left="720"/>
        <w:rPr>
          <w:rFonts w:ascii="Albertus Extra Bold" w:eastAsia="Times New Roman" w:hAnsi="Albertus Extra Bold" w:cs="Albertus Extra Bold"/>
        </w:rPr>
      </w:pPr>
      <w:r>
        <w:t>Pt Arthur, TX   (2005-2009)</w:t>
      </w:r>
    </w:p>
    <w:p w:rsidR="00410DED" w:rsidRDefault="00410DED">
      <w:pPr>
        <w:ind w:left="720"/>
        <w:rPr>
          <w:b/>
          <w:bCs/>
        </w:rPr>
      </w:pPr>
      <w:r>
        <w:rPr>
          <w:b/>
          <w:bCs/>
        </w:rPr>
        <w:t>Booker T. Washington Elementary</w:t>
      </w:r>
    </w:p>
    <w:p w:rsidR="00410DED" w:rsidRDefault="00410DED">
      <w:pPr>
        <w:ind w:left="720"/>
      </w:pPr>
      <w:r>
        <w:t>4</w:t>
      </w:r>
      <w:r>
        <w:rPr>
          <w:vertAlign w:val="superscript"/>
        </w:rPr>
        <w:t>th</w:t>
      </w:r>
      <w:r>
        <w:t xml:space="preserve"> Grade Self-contained/ Math, Lang., Social Studies/PA, TX  (2001-2005)</w:t>
      </w:r>
    </w:p>
    <w:p w:rsidR="00410DED" w:rsidRDefault="00410DED">
      <w:pPr>
        <w:ind w:left="720"/>
      </w:pPr>
    </w:p>
    <w:p w:rsidR="00410DED" w:rsidRDefault="00410DED">
      <w:pPr>
        <w:ind w:left="720"/>
      </w:pP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u w:val="single"/>
        </w:rPr>
      </w:pPr>
      <w:r>
        <w:rPr>
          <w:rFonts w:ascii="Albertus Extra Bold" w:eastAsia="Times New Roman" w:hAnsi="Albertus Extra Bold" w:cs="Albertus Extra Bold"/>
          <w:u w:val="single"/>
        </w:rPr>
        <w:t>Community Leadership</w:t>
      </w: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r>
        <w:t xml:space="preserve">            ●   PTA/PSTA  Parent Teacher (Student) Association</w:t>
      </w:r>
    </w:p>
    <w:p w:rsidR="00410DED" w:rsidRDefault="00410DED">
      <w:pPr>
        <w:ind w:left="720"/>
      </w:pPr>
      <w:r>
        <w:t xml:space="preserve">      Treasurer, secretary, assistant secretary, membership chair</w:t>
      </w:r>
    </w:p>
    <w:p w:rsidR="00410DED" w:rsidRDefault="00410DED">
      <w:pPr>
        <w:ind w:left="720" w:firstLine="360"/>
        <w:rPr>
          <w:b/>
          <w:bCs/>
        </w:rPr>
      </w:pPr>
      <w:r>
        <w:t>Port Arthur Schools  (1991-Present)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  <w:b/>
          <w:bCs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Band booster (High School) secretary, assistant secretary</w:t>
      </w:r>
    </w:p>
    <w:p w:rsidR="00410DED" w:rsidRDefault="00410DED">
      <w:pPr>
        <w:ind w:left="720"/>
      </w:pPr>
      <w:r>
        <w:t xml:space="preserve">      Memorial High School, Port Arthur, TX  (2003-2005)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High School Concession Worker (Football and Basketball)</w:t>
      </w:r>
    </w:p>
    <w:p w:rsidR="00410DED" w:rsidRDefault="00410DED">
      <w:pPr>
        <w:ind w:left="720"/>
      </w:pPr>
      <w:r>
        <w:t xml:space="preserve">      Memorial High School, Port Arthur, TX (2003-2005)</w:t>
      </w:r>
    </w:p>
    <w:p w:rsidR="00410DED" w:rsidRDefault="00410DED">
      <w:pPr>
        <w:ind w:left="720"/>
      </w:pPr>
      <w:r>
        <w:t xml:space="preserve"> ●   Top teens of American Volunteer  (2003-2005)</w:t>
      </w:r>
    </w:p>
    <w:p w:rsidR="00410DED" w:rsidRDefault="00410DED">
      <w:pPr>
        <w:ind w:left="720"/>
      </w:pP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b/>
          <w:bCs/>
          <w:u w:val="single"/>
        </w:rPr>
      </w:pPr>
      <w:r>
        <w:rPr>
          <w:rFonts w:ascii="Albertus Extra Bold" w:eastAsia="Times New Roman" w:hAnsi="Albertus Extra Bold" w:cs="Albertus Extra Bold"/>
          <w:b/>
          <w:bCs/>
          <w:u w:val="single"/>
        </w:rPr>
        <w:t>Presentations</w:t>
      </w:r>
    </w:p>
    <w:p w:rsidR="00410DED" w:rsidRDefault="00410DED">
      <w:pPr>
        <w:ind w:left="720"/>
        <w:jc w:val="center"/>
        <w:rPr>
          <w:rFonts w:ascii="Albertus Extra Bold" w:eastAsia="Times New Roman" w:hAnsi="Albertus Extra Bold" w:cs="Albertus Extra Bold"/>
          <w:b/>
          <w:bCs/>
          <w:u w:val="single"/>
        </w:rPr>
      </w:pP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Port Arthur ISD Secondary Math Forum (2009)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Port Arthur ISD Book Adoption  Committee (2008)</w:t>
      </w:r>
      <w:r>
        <w:rPr>
          <w:rFonts w:eastAsia="Times New Roman"/>
        </w:rPr>
        <w:tab/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Sam Houston Elementary  Open- House (2008-2009)</w:t>
      </w:r>
    </w:p>
    <w:p w:rsidR="00410DED" w:rsidRDefault="00410DED">
      <w:pPr>
        <w:tabs>
          <w:tab w:val="left" w:pos="1080"/>
        </w:tabs>
        <w:ind w:left="1080" w:hanging="360"/>
        <w:rPr>
          <w:rFonts w:eastAsia="Times New Roman"/>
        </w:rPr>
      </w:pPr>
      <w:r>
        <w:rPr>
          <w:rFonts w:ascii="Symbol" w:eastAsia="Times New Roman" w:hAnsi="Symbol" w:cs="Symbol"/>
        </w:rPr>
        <w:t>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Various School-wide programs (2001-2007)</w:t>
      </w:r>
    </w:p>
    <w:p w:rsidR="00410DED" w:rsidRDefault="00410DED"/>
    <w:p w:rsidR="00410DED" w:rsidRDefault="00410DED"/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  <w:r>
        <w:rPr>
          <w:rFonts w:ascii="Albertus Extra Bold" w:eastAsia="Times New Roman" w:hAnsi="Albertus Extra Bold" w:cs="Albertus Extra Bold"/>
          <w:u w:val="single"/>
        </w:rPr>
        <w:t>Professional Affiliations</w:t>
      </w:r>
    </w:p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r>
        <w:tab/>
        <w:t>TSTA   Texas State Teachers Association</w:t>
      </w:r>
    </w:p>
    <w:p w:rsidR="00410DED" w:rsidRDefault="00410DED">
      <w:r>
        <w:t xml:space="preserve">            PSTA   Parent Student Teacher Association</w:t>
      </w:r>
    </w:p>
    <w:p w:rsidR="00410DED" w:rsidRDefault="00410DED"/>
    <w:p w:rsidR="00410DED" w:rsidRDefault="00410DED"/>
    <w:p w:rsidR="00410DED" w:rsidRDefault="00410DED"/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  <w:r>
        <w:rPr>
          <w:rFonts w:ascii="Albertus Extra Bold" w:eastAsia="Times New Roman" w:hAnsi="Albertus Extra Bold" w:cs="Albertus Extra Bold"/>
          <w:u w:val="single"/>
        </w:rPr>
        <w:t>References</w:t>
      </w:r>
    </w:p>
    <w:p w:rsidR="00410DED" w:rsidRDefault="00410DED">
      <w:pPr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r>
        <w:t xml:space="preserve">Mark Porterie, Ph. D     Deputy Superintendent  PAISD   </w:t>
      </w:r>
      <w:r>
        <w:tab/>
      </w:r>
      <w:r>
        <w:tab/>
        <w:t xml:space="preserve"> 409-989-62222</w:t>
      </w:r>
    </w:p>
    <w:p w:rsidR="00410DED" w:rsidRDefault="00410DED">
      <w:r>
        <w:t xml:space="preserve">                                      P.O.  1388, Port Arthur, Tx   77640</w:t>
      </w:r>
    </w:p>
    <w:p w:rsidR="00410DED" w:rsidRDefault="00410DED"/>
    <w:p w:rsidR="00410DED" w:rsidRDefault="00410DED">
      <w:r>
        <w:t>Yolanda Clark              Math Department Leader                               409-984-8700</w:t>
      </w:r>
    </w:p>
    <w:p w:rsidR="00410DED" w:rsidRDefault="00410DED">
      <w:r>
        <w:t xml:space="preserve">                                      1023 Abe Lincoln Ave, Pt. Arthur,TX 77640     </w:t>
      </w:r>
    </w:p>
    <w:p w:rsidR="00410DED" w:rsidRDefault="00410DED"/>
    <w:p w:rsidR="00410DED" w:rsidRDefault="00410DED"/>
    <w:p w:rsidR="00410DED" w:rsidRDefault="00410DED">
      <w:r>
        <w:t>Kim Wallace               Math Inclusion Teacher                                   409-984-8700</w:t>
      </w:r>
    </w:p>
    <w:p w:rsidR="00410DED" w:rsidRDefault="00410DED">
      <w:r>
        <w:t xml:space="preserve">                                    1023 Abe Lincolon Ave., Pt. Arthur, TX  77640</w:t>
      </w:r>
    </w:p>
    <w:p w:rsidR="00410DED" w:rsidRDefault="00410DED">
      <w:r>
        <w:t xml:space="preserve">                                      </w:t>
      </w:r>
    </w:p>
    <w:p w:rsidR="00410DED" w:rsidRDefault="00410DED"/>
    <w:p w:rsidR="00410DED" w:rsidRDefault="00410DED"/>
    <w:p w:rsidR="00410DED" w:rsidRDefault="00410DED"/>
    <w:p w:rsidR="00410DED" w:rsidRDefault="00410DED">
      <w:pPr>
        <w:ind w:left="720"/>
      </w:pPr>
      <w:r>
        <w:t xml:space="preserve"> </w:t>
      </w:r>
    </w:p>
    <w:p w:rsidR="00410DED" w:rsidRDefault="00410DED">
      <w:pPr>
        <w:ind w:left="720"/>
        <w:jc w:val="center"/>
        <w:rPr>
          <w:b/>
          <w:bCs/>
          <w:u w:val="single"/>
        </w:rPr>
      </w:pPr>
    </w:p>
    <w:p w:rsidR="00410DED" w:rsidRDefault="00410DED">
      <w:pPr>
        <w:ind w:left="720"/>
      </w:pPr>
    </w:p>
    <w:p w:rsidR="00410DED" w:rsidRDefault="00410DED"/>
    <w:p w:rsidR="00410DED" w:rsidRDefault="00410DED"/>
    <w:p w:rsidR="00410DED" w:rsidRDefault="00410DED">
      <w:r>
        <w:t xml:space="preserve">              </w:t>
      </w:r>
    </w:p>
    <w:p w:rsidR="00410DED" w:rsidRDefault="00410DED">
      <w:pPr>
        <w:jc w:val="center"/>
        <w:rPr>
          <w:rFonts w:ascii="Albertus Extra Bold" w:eastAsia="Times New Roman" w:hAnsi="Albertus Extra Bold" w:cs="Albertus Extra Bold"/>
          <w:u w:val="single"/>
        </w:rPr>
      </w:pPr>
    </w:p>
    <w:p w:rsidR="00410DED" w:rsidRDefault="00410DED">
      <w:pPr>
        <w:rPr>
          <w:rFonts w:ascii="Albertus Extra Bold" w:eastAsia="Times New Roman" w:hAnsi="Albertus Extra Bold" w:cs="Albertus Extra Bold"/>
        </w:rPr>
      </w:pPr>
    </w:p>
    <w:sectPr w:rsidR="00410DED" w:rsidSect="00410DE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DED" w:rsidRDefault="00410DED" w:rsidP="00410DED">
      <w:r>
        <w:separator/>
      </w:r>
    </w:p>
  </w:endnote>
  <w:endnote w:type="continuationSeparator" w:id="0">
    <w:p w:rsidR="00410DED" w:rsidRDefault="00410DED" w:rsidP="00410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Extra Bold"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ED" w:rsidRDefault="00410DED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DED" w:rsidRDefault="00410DED" w:rsidP="00410DED">
      <w:r>
        <w:separator/>
      </w:r>
    </w:p>
  </w:footnote>
  <w:footnote w:type="continuationSeparator" w:id="0">
    <w:p w:rsidR="00410DED" w:rsidRDefault="00410DED" w:rsidP="00410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ED" w:rsidRDefault="00410DED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410DED"/>
    <w:rsid w:val="0041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wis@paisd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